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11D5D" w14:textId="6A73A95A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61720D" w:rsidRPr="00E960BB">
        <w:rPr>
          <w:rFonts w:ascii="Corbel" w:hAnsi="Corbel"/>
          <w:bCs/>
          <w:i/>
        </w:rPr>
        <w:t xml:space="preserve">Załącznik nr 1.5 do Zarządzenia Rektora UR  nr </w:t>
      </w:r>
      <w:r w:rsidR="0061720D">
        <w:rPr>
          <w:rFonts w:ascii="Corbel" w:hAnsi="Corbel"/>
          <w:bCs/>
          <w:i/>
        </w:rPr>
        <w:t>7</w:t>
      </w:r>
      <w:r w:rsidR="0061720D" w:rsidRPr="00E960BB">
        <w:rPr>
          <w:rFonts w:ascii="Corbel" w:hAnsi="Corbel"/>
          <w:bCs/>
          <w:i/>
        </w:rPr>
        <w:t>/20</w:t>
      </w:r>
      <w:r w:rsidR="0061720D">
        <w:rPr>
          <w:rFonts w:ascii="Corbel" w:hAnsi="Corbel"/>
          <w:bCs/>
          <w:i/>
        </w:rPr>
        <w:t>23</w:t>
      </w:r>
    </w:p>
    <w:p w14:paraId="31401FD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411AD7C" w14:textId="2C97804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A103E">
        <w:rPr>
          <w:rFonts w:ascii="Corbel" w:hAnsi="Corbel"/>
          <w:i/>
          <w:smallCaps/>
          <w:sz w:val="24"/>
          <w:szCs w:val="24"/>
        </w:rPr>
        <w:t>202</w:t>
      </w:r>
      <w:r w:rsidR="00B030BE">
        <w:rPr>
          <w:rFonts w:ascii="Corbel" w:hAnsi="Corbel"/>
          <w:i/>
          <w:smallCaps/>
          <w:sz w:val="24"/>
          <w:szCs w:val="24"/>
        </w:rPr>
        <w:t>3</w:t>
      </w:r>
      <w:r w:rsidR="005A103E">
        <w:rPr>
          <w:rFonts w:ascii="Corbel" w:hAnsi="Corbel"/>
          <w:i/>
          <w:smallCaps/>
          <w:sz w:val="24"/>
          <w:szCs w:val="24"/>
        </w:rPr>
        <w:t>-202</w:t>
      </w:r>
      <w:r w:rsidR="00B030BE">
        <w:rPr>
          <w:rFonts w:ascii="Corbel" w:hAnsi="Corbel"/>
          <w:i/>
          <w:smallCaps/>
          <w:sz w:val="24"/>
          <w:szCs w:val="24"/>
        </w:rPr>
        <w:t>8</w:t>
      </w:r>
    </w:p>
    <w:p w14:paraId="353931A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E31E78B" w14:textId="0073683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C04CA">
        <w:rPr>
          <w:rFonts w:ascii="Corbel" w:hAnsi="Corbel"/>
          <w:sz w:val="20"/>
          <w:szCs w:val="20"/>
        </w:rPr>
        <w:t xml:space="preserve">Rok akademicki </w:t>
      </w:r>
      <w:r w:rsidR="000901CE">
        <w:rPr>
          <w:rFonts w:ascii="Corbel" w:hAnsi="Corbel"/>
          <w:sz w:val="20"/>
          <w:szCs w:val="20"/>
        </w:rPr>
        <w:t>202</w:t>
      </w:r>
      <w:r w:rsidR="00B030BE">
        <w:rPr>
          <w:rFonts w:ascii="Corbel" w:hAnsi="Corbel"/>
          <w:sz w:val="20"/>
          <w:szCs w:val="20"/>
        </w:rPr>
        <w:t>5</w:t>
      </w:r>
      <w:r w:rsidR="006C04CA">
        <w:rPr>
          <w:rFonts w:ascii="Corbel" w:hAnsi="Corbel"/>
          <w:sz w:val="20"/>
          <w:szCs w:val="20"/>
        </w:rPr>
        <w:t>/</w:t>
      </w:r>
      <w:r w:rsidR="00B030BE">
        <w:rPr>
          <w:rFonts w:ascii="Corbel" w:hAnsi="Corbel"/>
          <w:sz w:val="20"/>
          <w:szCs w:val="20"/>
        </w:rPr>
        <w:t>20</w:t>
      </w:r>
      <w:r w:rsidR="000901CE">
        <w:rPr>
          <w:rFonts w:ascii="Corbel" w:hAnsi="Corbel"/>
          <w:sz w:val="20"/>
          <w:szCs w:val="20"/>
        </w:rPr>
        <w:t>2</w:t>
      </w:r>
      <w:r w:rsidR="00B030BE">
        <w:rPr>
          <w:rFonts w:ascii="Corbel" w:hAnsi="Corbel"/>
          <w:sz w:val="20"/>
          <w:szCs w:val="20"/>
        </w:rPr>
        <w:t>6</w:t>
      </w:r>
    </w:p>
    <w:p w14:paraId="0B8CBB9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104EE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AAF8F8A" w14:textId="77777777" w:rsidTr="00FE509F">
        <w:tc>
          <w:tcPr>
            <w:tcW w:w="2694" w:type="dxa"/>
            <w:vAlign w:val="center"/>
          </w:tcPr>
          <w:p w14:paraId="254A77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D496F2" w14:textId="77777777" w:rsidR="0085747A" w:rsidRPr="009C54AE" w:rsidRDefault="009C00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14:paraId="1FC5FD52" w14:textId="77777777" w:rsidTr="00FE509F">
        <w:tc>
          <w:tcPr>
            <w:tcW w:w="2694" w:type="dxa"/>
            <w:vAlign w:val="center"/>
          </w:tcPr>
          <w:p w14:paraId="1C2281D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DCE83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CDB1ECE" w14:textId="77777777" w:rsidTr="00FE509F">
        <w:tc>
          <w:tcPr>
            <w:tcW w:w="2694" w:type="dxa"/>
            <w:vAlign w:val="center"/>
          </w:tcPr>
          <w:p w14:paraId="0993FD3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6528CE" w14:textId="755195F8" w:rsidR="0085747A" w:rsidRPr="009C54AE" w:rsidRDefault="00BB0A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8DBCB26" w14:textId="77777777" w:rsidTr="00FE509F">
        <w:tc>
          <w:tcPr>
            <w:tcW w:w="2694" w:type="dxa"/>
            <w:vAlign w:val="center"/>
          </w:tcPr>
          <w:p w14:paraId="7D39B8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7A1747" w14:textId="77777777" w:rsidR="0085747A" w:rsidRPr="009C54AE" w:rsidRDefault="00AE3526" w:rsidP="00AE35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Wychowania Fizycznego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i Rekreacji</w:t>
            </w:r>
          </w:p>
        </w:tc>
      </w:tr>
      <w:tr w:rsidR="00FE509F" w:rsidRPr="009C54AE" w14:paraId="3794A244" w14:textId="77777777" w:rsidTr="00FE509F">
        <w:tc>
          <w:tcPr>
            <w:tcW w:w="2694" w:type="dxa"/>
            <w:vAlign w:val="center"/>
          </w:tcPr>
          <w:p w14:paraId="130D27CE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BCC9BF" w14:textId="77777777" w:rsidR="00FE509F" w:rsidRPr="009C54AE" w:rsidRDefault="00FE509F" w:rsidP="00BF35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BF356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14:paraId="62E1B443" w14:textId="77777777" w:rsidTr="00FE509F">
        <w:tc>
          <w:tcPr>
            <w:tcW w:w="2694" w:type="dxa"/>
            <w:vAlign w:val="center"/>
          </w:tcPr>
          <w:p w14:paraId="5C21EA89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2F6FD3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C04CA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FE509F" w:rsidRPr="009C54AE" w14:paraId="4E018634" w14:textId="77777777" w:rsidTr="00FE509F">
        <w:tc>
          <w:tcPr>
            <w:tcW w:w="2694" w:type="dxa"/>
            <w:vAlign w:val="center"/>
          </w:tcPr>
          <w:p w14:paraId="07CD5A8A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171EB2" w14:textId="77777777"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09F" w:rsidRPr="0086771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FE509F" w:rsidRPr="009C54AE" w14:paraId="3B186B73" w14:textId="77777777" w:rsidTr="00FE509F">
        <w:tc>
          <w:tcPr>
            <w:tcW w:w="2694" w:type="dxa"/>
            <w:vAlign w:val="center"/>
          </w:tcPr>
          <w:p w14:paraId="2B865654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BAA9B65" w14:textId="77777777"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E509F" w:rsidRPr="009C54AE" w14:paraId="16BE6BA3" w14:textId="77777777" w:rsidTr="00FE509F">
        <w:tc>
          <w:tcPr>
            <w:tcW w:w="2694" w:type="dxa"/>
            <w:vAlign w:val="center"/>
          </w:tcPr>
          <w:p w14:paraId="32DEFAFD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F4F7814" w14:textId="77777777" w:rsidR="00FE509F" w:rsidRPr="009C54AE" w:rsidRDefault="006C04CA" w:rsidP="009C00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9C00CD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9C00CD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</w:p>
        </w:tc>
      </w:tr>
      <w:tr w:rsidR="00FE509F" w:rsidRPr="009C54AE" w14:paraId="1CC0AA54" w14:textId="77777777" w:rsidTr="00FE509F">
        <w:tc>
          <w:tcPr>
            <w:tcW w:w="2694" w:type="dxa"/>
            <w:vAlign w:val="center"/>
          </w:tcPr>
          <w:p w14:paraId="223413EC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ED180E" w14:textId="77777777" w:rsidR="00FE509F" w:rsidRPr="00B37CBE" w:rsidRDefault="009C00CD" w:rsidP="009C00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Pr="009C00CD">
              <w:rPr>
                <w:rFonts w:ascii="Corbel" w:hAnsi="Corbel"/>
                <w:b w:val="0"/>
                <w:sz w:val="24"/>
                <w:szCs w:val="24"/>
              </w:rPr>
              <w:t>Przygotowanie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merytoryczne nauczycieli przedszkoli i klas I-III szkoły podstawowej jako przygotowanie do integracji treści nauczania</w:t>
            </w:r>
          </w:p>
        </w:tc>
      </w:tr>
      <w:tr w:rsidR="00FE509F" w:rsidRPr="009C54AE" w14:paraId="4E6E389B" w14:textId="77777777" w:rsidTr="00FE509F">
        <w:tc>
          <w:tcPr>
            <w:tcW w:w="2694" w:type="dxa"/>
            <w:vAlign w:val="center"/>
          </w:tcPr>
          <w:p w14:paraId="265318CE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EB6AD4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14:paraId="55FF484E" w14:textId="77777777" w:rsidTr="00FE509F">
        <w:tc>
          <w:tcPr>
            <w:tcW w:w="2694" w:type="dxa"/>
            <w:vAlign w:val="center"/>
          </w:tcPr>
          <w:p w14:paraId="757E7A3B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024272B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14:paraId="5457BF00" w14:textId="77777777" w:rsidTr="00FE509F">
        <w:tc>
          <w:tcPr>
            <w:tcW w:w="2694" w:type="dxa"/>
            <w:vAlign w:val="center"/>
          </w:tcPr>
          <w:p w14:paraId="3D85AE34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78E0E0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54743B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FE49E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651AA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BB36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05FE83D5" w14:textId="77777777" w:rsidTr="009C00CD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E12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DF377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EB7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A8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05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12D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50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B5C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CCF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79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54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75E301" w14:textId="77777777" w:rsidTr="009C00CD">
        <w:trPr>
          <w:trHeight w:val="453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C1E" w14:textId="77777777" w:rsidR="00015B8F" w:rsidRPr="009C54AE" w:rsidRDefault="009C00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350A" w14:textId="77777777" w:rsidR="00015B8F" w:rsidRPr="009C54AE" w:rsidRDefault="009C00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BF09" w14:textId="77777777" w:rsidR="00015B8F" w:rsidRPr="009C54AE" w:rsidRDefault="009C00CD" w:rsidP="00FE509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A6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E5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14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B6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08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5C7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157B" w14:textId="77777777" w:rsidR="00015B8F" w:rsidRPr="009C54AE" w:rsidRDefault="009C00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92769B" w14:textId="77777777" w:rsidR="00923D7D" w:rsidRPr="009C54AE" w:rsidRDefault="00923D7D" w:rsidP="006C04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DCD8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6E3993" w14:textId="77777777"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A3ADF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6D1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A468E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9C00C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658EB1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3F99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5C70543" w14:textId="77777777" w:rsidTr="00745302">
        <w:tc>
          <w:tcPr>
            <w:tcW w:w="9670" w:type="dxa"/>
          </w:tcPr>
          <w:p w14:paraId="4EE86DBF" w14:textId="77777777"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wiadomości z zakresu kultury fizycznej.</w:t>
            </w:r>
          </w:p>
        </w:tc>
      </w:tr>
    </w:tbl>
    <w:p w14:paraId="7F21C31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471F54" w14:textId="77777777" w:rsidR="006C04CA" w:rsidRDefault="006C04C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89B3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BDFB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5B35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E2F153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5997CC1" w14:textId="77777777" w:rsidTr="00FE509F">
        <w:tc>
          <w:tcPr>
            <w:tcW w:w="851" w:type="dxa"/>
            <w:vAlign w:val="center"/>
          </w:tcPr>
          <w:p w14:paraId="2F4CB67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00DFE1" w14:textId="77777777"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</w:t>
            </w:r>
            <w:r>
              <w:rPr>
                <w:rFonts w:ascii="Corbel" w:hAnsi="Corbel"/>
                <w:b w:val="0"/>
                <w:sz w:val="24"/>
                <w:szCs w:val="24"/>
              </w:rPr>
              <w:t>rzedszkolnej i wczesnoszkolnej.</w:t>
            </w:r>
          </w:p>
        </w:tc>
      </w:tr>
      <w:tr w:rsidR="0085747A" w:rsidRPr="009C54AE" w14:paraId="0B712204" w14:textId="77777777" w:rsidTr="00FE509F">
        <w:tc>
          <w:tcPr>
            <w:tcW w:w="851" w:type="dxa"/>
            <w:vAlign w:val="center"/>
          </w:tcPr>
          <w:p w14:paraId="3C53AC90" w14:textId="77777777" w:rsidR="0085747A" w:rsidRPr="009C54AE" w:rsidRDefault="00FE50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0FEFD8" w14:textId="77777777"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psychomotorycznym</w:t>
            </w:r>
          </w:p>
        </w:tc>
      </w:tr>
      <w:tr w:rsidR="0085747A" w:rsidRPr="009C54AE" w14:paraId="2A34ED5D" w14:textId="77777777" w:rsidTr="00FE509F">
        <w:tc>
          <w:tcPr>
            <w:tcW w:w="851" w:type="dxa"/>
            <w:vAlign w:val="center"/>
          </w:tcPr>
          <w:p w14:paraId="0E32A057" w14:textId="77777777" w:rsidR="0085747A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3DD583" w14:textId="77777777"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FE509F" w:rsidRPr="009C54AE" w14:paraId="35744793" w14:textId="77777777" w:rsidTr="00FE509F">
        <w:tc>
          <w:tcPr>
            <w:tcW w:w="851" w:type="dxa"/>
            <w:vAlign w:val="center"/>
          </w:tcPr>
          <w:p w14:paraId="4B82DC68" w14:textId="77777777"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64E5087" w14:textId="77777777"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wczesnoszkolnej</w:t>
            </w:r>
          </w:p>
        </w:tc>
      </w:tr>
      <w:tr w:rsidR="00FE509F" w:rsidRPr="009C54AE" w14:paraId="701A65AC" w14:textId="77777777" w:rsidTr="00FE509F">
        <w:tc>
          <w:tcPr>
            <w:tcW w:w="851" w:type="dxa"/>
            <w:vAlign w:val="center"/>
          </w:tcPr>
          <w:p w14:paraId="48EAA80C" w14:textId="77777777"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D3D9F6F" w14:textId="77777777"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</w:t>
            </w:r>
          </w:p>
        </w:tc>
      </w:tr>
      <w:tr w:rsidR="00FE509F" w:rsidRPr="009C54AE" w14:paraId="1D299968" w14:textId="77777777" w:rsidTr="00FE509F">
        <w:tc>
          <w:tcPr>
            <w:tcW w:w="851" w:type="dxa"/>
            <w:vAlign w:val="center"/>
          </w:tcPr>
          <w:p w14:paraId="3FBB7D88" w14:textId="77777777"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16CBA29A" w14:textId="77777777"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aktywności</w:t>
            </w:r>
          </w:p>
        </w:tc>
      </w:tr>
    </w:tbl>
    <w:p w14:paraId="5FEEEB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D6C4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9383D0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CE9C8B2" w14:textId="77777777" w:rsidTr="00A45093">
        <w:tc>
          <w:tcPr>
            <w:tcW w:w="1701" w:type="dxa"/>
            <w:vAlign w:val="center"/>
          </w:tcPr>
          <w:p w14:paraId="6D89877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1E9E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C1A52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5093" w:rsidRPr="009C54AE" w14:paraId="088D2F6E" w14:textId="77777777" w:rsidTr="00A45093">
        <w:tc>
          <w:tcPr>
            <w:tcW w:w="1701" w:type="dxa"/>
          </w:tcPr>
          <w:p w14:paraId="6FC53458" w14:textId="77777777"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B761272" w14:textId="77777777"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i rozumie:</w:t>
            </w:r>
          </w:p>
          <w:p w14:paraId="7BAE90A1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i zasady demonstrowania ćwiczeń ruchowych;</w:t>
            </w:r>
          </w:p>
          <w:p w14:paraId="72EF5C02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zasady planowani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a, organizowania i realizowania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aktywności fizycznej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uczniów, w tym spontanicznej aktywności fizycznej oraz ćwiczeń fizycznych,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zabaw i gier ruchowych w sali sportowej, na boisku szkolnym i w terenie, 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zachowaniem zasad bezpieczeństwa;</w:t>
            </w:r>
          </w:p>
          <w:p w14:paraId="63A9ABBD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metody diagnozowania ogólnej sprawności fizycznej, w szczególności zdolności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motorycznych powiązanych ze zdrowiem, oraz zasady oceny wysiłku i osiągnięć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dzieci lub uczniów;</w:t>
            </w:r>
          </w:p>
          <w:p w14:paraId="7F2E6AF7" w14:textId="77777777" w:rsidR="00A45093" w:rsidRPr="00063C80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realizacji zajęć uwzględniających potrzeby i 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 ze specjalnymi potrzebami rozwojowymi i edukacyjnymi.</w:t>
            </w:r>
          </w:p>
        </w:tc>
        <w:tc>
          <w:tcPr>
            <w:tcW w:w="1873" w:type="dxa"/>
          </w:tcPr>
          <w:p w14:paraId="32CA88DB" w14:textId="77777777"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F10E9B" w14:textId="77777777"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0CA0A01" w14:textId="77777777"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EE9CF6" w14:textId="77777777"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PPiW.W10</w:t>
            </w:r>
          </w:p>
          <w:p w14:paraId="3A083F9E" w14:textId="77777777"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PPiW.W11</w:t>
            </w:r>
          </w:p>
          <w:p w14:paraId="697D575B" w14:textId="77777777"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A45093" w:rsidRPr="009C54AE" w14:paraId="7DB95E8A" w14:textId="77777777" w:rsidTr="00A45093">
        <w:tc>
          <w:tcPr>
            <w:tcW w:w="1701" w:type="dxa"/>
          </w:tcPr>
          <w:p w14:paraId="2B613B9F" w14:textId="77777777"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390021" w14:textId="77777777"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Student potrafi: </w:t>
            </w:r>
          </w:p>
          <w:p w14:paraId="41C6C2C3" w14:textId="77777777"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poprawnie zademonstrować ćwiczenie ruchowe;</w:t>
            </w:r>
          </w:p>
          <w:p w14:paraId="012A8557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zaplanować atrakcyjną aktywność fizyczną dzieci lub uczniów;</w:t>
            </w:r>
          </w:p>
          <w:p w14:paraId="574A0D8E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czuwać nad bezpieczeństwem dzieci lub uczniów podczas ćwiczeń ruchowych;</w:t>
            </w:r>
          </w:p>
          <w:p w14:paraId="4EF6EE35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diagnozować zdolności motoryczne dzieci lub uczniów;</w:t>
            </w:r>
          </w:p>
          <w:p w14:paraId="721D4297" w14:textId="77777777" w:rsidR="00A45093" w:rsidRPr="00A45093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dostosować zadania ruchowe do indywidualnych potrzeb i 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uczniów.</w:t>
            </w:r>
          </w:p>
        </w:tc>
        <w:tc>
          <w:tcPr>
            <w:tcW w:w="1873" w:type="dxa"/>
          </w:tcPr>
          <w:p w14:paraId="679084CD" w14:textId="77777777" w:rsidR="007C7AEB" w:rsidRDefault="007C7AEB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PPiW.U04</w:t>
            </w:r>
          </w:p>
          <w:p w14:paraId="2E43A6AF" w14:textId="77777777"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  <w:p w14:paraId="745E44DD" w14:textId="77777777"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PPiW.U07</w:t>
            </w:r>
          </w:p>
          <w:p w14:paraId="5F84C274" w14:textId="77777777"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  <w:p w14:paraId="0324B2D6" w14:textId="77777777" w:rsidR="007C7AEB" w:rsidRPr="00A45093" w:rsidRDefault="00A4509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PPiW.U09</w:t>
            </w:r>
            <w:r w:rsidR="007C7AEB" w:rsidRPr="00A4509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1ED754A" w14:textId="77777777" w:rsidR="00A45093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A45093" w:rsidRPr="009C54AE" w14:paraId="4637C7B6" w14:textId="77777777" w:rsidTr="00A45093">
        <w:tc>
          <w:tcPr>
            <w:tcW w:w="1701" w:type="dxa"/>
          </w:tcPr>
          <w:p w14:paraId="4B6CCFFD" w14:textId="77777777" w:rsidR="00A45093" w:rsidRPr="00A45093" w:rsidRDefault="007C7AEB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14:paraId="2874007E" w14:textId="77777777" w:rsidR="007C7AEB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do:</w:t>
            </w:r>
          </w:p>
          <w:p w14:paraId="0543A49D" w14:textId="77777777" w:rsidR="00A45093" w:rsidRPr="00A45093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7AEB">
              <w:rPr>
                <w:rFonts w:ascii="Corbel" w:hAnsi="Corbel"/>
                <w:sz w:val="24"/>
                <w:szCs w:val="24"/>
              </w:rPr>
              <w:t>krzewienia postawy dbałości o aktywność fizyczną.</w:t>
            </w:r>
          </w:p>
        </w:tc>
        <w:tc>
          <w:tcPr>
            <w:tcW w:w="1873" w:type="dxa"/>
          </w:tcPr>
          <w:p w14:paraId="0F0ECF6A" w14:textId="77777777" w:rsidR="00A45093" w:rsidRPr="00A45093" w:rsidRDefault="007C7AEB" w:rsidP="00BF356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4F55F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5A5E98" w14:textId="77777777" w:rsidR="006C04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14:paraId="09EBB514" w14:textId="77777777" w:rsidR="0085747A" w:rsidRPr="009C54AE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14:paraId="328E7B29" w14:textId="77777777" w:rsidR="00675843" w:rsidRPr="006C04CA" w:rsidRDefault="0085747A" w:rsidP="006C04C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91DA63A" w14:textId="77777777" w:rsidTr="00A45093">
        <w:tc>
          <w:tcPr>
            <w:tcW w:w="9639" w:type="dxa"/>
          </w:tcPr>
          <w:p w14:paraId="1F17A4E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14:paraId="6E258858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EF263" w14:textId="77777777"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podczas zajęć ruchowych.</w:t>
            </w:r>
          </w:p>
        </w:tc>
      </w:tr>
      <w:tr w:rsidR="00A45093" w:rsidRPr="009C54AE" w14:paraId="7C83052A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C83A4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14:paraId="048B26CC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A0D40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Analiza podstawy programowej edukacji wczesnoszkolnej oraz komentarza do niej.</w:t>
            </w:r>
          </w:p>
        </w:tc>
      </w:tr>
      <w:tr w:rsidR="00A45093" w:rsidRPr="009C54AE" w14:paraId="0B3A60BF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C0BB7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stosowane podczas zajęć ruchowych</w:t>
            </w:r>
          </w:p>
        </w:tc>
      </w:tr>
      <w:tr w:rsidR="00A45093" w:rsidRPr="009C54AE" w14:paraId="269BE83E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E3D20" w14:textId="77777777"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Pozycje wyjściowe do ćwiczeń gimnastycznych.</w:t>
            </w:r>
          </w:p>
        </w:tc>
      </w:tr>
      <w:tr w:rsidR="00A45093" w:rsidRPr="009C54AE" w14:paraId="39FECDB2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9506A" w14:textId="77777777"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dydaktyczne obowiązujące podczas zajęć ruchowych.</w:t>
            </w:r>
          </w:p>
        </w:tc>
      </w:tr>
    </w:tbl>
    <w:p w14:paraId="7F2601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1B25C8" w14:textId="77777777" w:rsidR="0085747A" w:rsidRPr="006C04CA" w:rsidRDefault="0085747A" w:rsidP="006C04C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</w:t>
      </w:r>
      <w:r w:rsidR="003A5A1E">
        <w:rPr>
          <w:rFonts w:ascii="Corbel" w:hAnsi="Corbel"/>
          <w:sz w:val="24"/>
          <w:szCs w:val="24"/>
        </w:rPr>
        <w:t>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82F6F3" w14:textId="77777777" w:rsidTr="00A45093">
        <w:tc>
          <w:tcPr>
            <w:tcW w:w="9639" w:type="dxa"/>
          </w:tcPr>
          <w:p w14:paraId="5C85651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14:paraId="0B0289D0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87D7A" w14:textId="77777777"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podstawy programowej edukacji wczesnoszkolnej oraz komentarza do niej.</w:t>
            </w:r>
          </w:p>
        </w:tc>
      </w:tr>
      <w:tr w:rsidR="00A45093" w:rsidRPr="009C54AE" w14:paraId="3B34A309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DB7E4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14:paraId="7DB92565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57D3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Opracowanie scenariuszy zajęć z wychowania fizycznego  (gry i zabawy ruchowe). Prowadzenie zajęć w zakresie gier i zabaw ruchowych.</w:t>
            </w:r>
          </w:p>
        </w:tc>
      </w:tr>
      <w:tr w:rsidR="00A45093" w:rsidRPr="009C54AE" w14:paraId="4BADA12D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C9BB0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lekkoatletycznych.</w:t>
            </w:r>
          </w:p>
          <w:p w14:paraId="244D7C7E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Metody i formy stosowane w zajęciach wychowania fizycznego.</w:t>
            </w:r>
          </w:p>
        </w:tc>
      </w:tr>
      <w:tr w:rsidR="00A45093" w:rsidRPr="009C54AE" w14:paraId="5AFF11A5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D060D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sportowych.</w:t>
            </w:r>
          </w:p>
          <w:p w14:paraId="11ADFE3C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Zasady stosowane podczas zajęć wychowania fizycznego.</w:t>
            </w:r>
          </w:p>
        </w:tc>
      </w:tr>
      <w:tr w:rsidR="00A45093" w:rsidRPr="009C54AE" w14:paraId="6DF70757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4DC95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rekreacyjnych.</w:t>
            </w:r>
          </w:p>
          <w:p w14:paraId="009EFA5A" w14:textId="77777777"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Czynniki środki i warunki w zajęciach wychowania fizycznego.</w:t>
            </w:r>
          </w:p>
        </w:tc>
      </w:tr>
      <w:tr w:rsidR="00A45093" w:rsidRPr="009C54AE" w14:paraId="3545D068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17ABC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gimnastycznych.</w:t>
            </w:r>
          </w:p>
          <w:p w14:paraId="3D2E537E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Wypadki podczas zajęć z wychowania fizycznego </w:t>
            </w:r>
          </w:p>
        </w:tc>
      </w:tr>
      <w:tr w:rsidR="00A45093" w:rsidRPr="009C54AE" w14:paraId="394DDFB7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8F222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prowadzenia zajęć z wychowania fizycznego i zdrowotnego.</w:t>
            </w:r>
          </w:p>
        </w:tc>
      </w:tr>
    </w:tbl>
    <w:p w14:paraId="7B8C2F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030D3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1E8A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4540C" w14:textId="77777777"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D3912F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14:paraId="1199A0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A71BD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EE2C7B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157A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1A75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5485"/>
        <w:gridCol w:w="2287"/>
      </w:tblGrid>
      <w:tr w:rsidR="0085747A" w:rsidRPr="009C54AE" w14:paraId="79648D5E" w14:textId="77777777" w:rsidTr="00B24C14">
        <w:tc>
          <w:tcPr>
            <w:tcW w:w="1974" w:type="dxa"/>
            <w:vAlign w:val="center"/>
          </w:tcPr>
          <w:p w14:paraId="5E0FE7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85" w:type="dxa"/>
            <w:vAlign w:val="center"/>
          </w:tcPr>
          <w:p w14:paraId="232AFA6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2D611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87" w:type="dxa"/>
            <w:vAlign w:val="center"/>
          </w:tcPr>
          <w:p w14:paraId="295D9C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73E3A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5093" w:rsidRPr="009C54AE" w14:paraId="09121F57" w14:textId="77777777" w:rsidTr="00EA6B76">
        <w:tc>
          <w:tcPr>
            <w:tcW w:w="1974" w:type="dxa"/>
          </w:tcPr>
          <w:p w14:paraId="219036A0" w14:textId="77777777"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85" w:type="dxa"/>
          </w:tcPr>
          <w:p w14:paraId="348C6C1F" w14:textId="77777777" w:rsidR="00A45093" w:rsidRPr="00B24C14" w:rsidRDefault="00B24C14" w:rsidP="00B24C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przygotowanie i prezentacja materiału , 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B24C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14:paraId="0A1CAC7E" w14:textId="77777777" w:rsidR="00A45093" w:rsidRPr="00EA6B76" w:rsidRDefault="009C00CD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  <w:r w:rsidR="00A45093" w:rsidRPr="00EA6B76">
              <w:rPr>
                <w:rFonts w:ascii="Corbel" w:hAnsi="Corbel"/>
                <w:sz w:val="24"/>
                <w:szCs w:val="24"/>
              </w:rPr>
              <w:t>, W.</w:t>
            </w:r>
          </w:p>
        </w:tc>
      </w:tr>
      <w:tr w:rsidR="00A45093" w:rsidRPr="009C54AE" w14:paraId="73234D51" w14:textId="77777777" w:rsidTr="00EA6B76">
        <w:tc>
          <w:tcPr>
            <w:tcW w:w="1974" w:type="dxa"/>
          </w:tcPr>
          <w:p w14:paraId="1748FD9D" w14:textId="77777777"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85" w:type="dxa"/>
          </w:tcPr>
          <w:p w14:paraId="66361B91" w14:textId="77777777" w:rsidR="00A45093" w:rsidRPr="00B24C14" w:rsidRDefault="007C7AEB" w:rsidP="007C7A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prowadzenie części zajęć, wypowiedź, </w:t>
            </w:r>
            <w:r w:rsidR="0076286B">
              <w:rPr>
                <w:rFonts w:ascii="Corbel" w:hAnsi="Corbel"/>
                <w:sz w:val="24"/>
                <w:szCs w:val="24"/>
              </w:rPr>
              <w:t>kolokwium, prowadzenie zajęć.</w:t>
            </w:r>
          </w:p>
        </w:tc>
        <w:tc>
          <w:tcPr>
            <w:tcW w:w="2287" w:type="dxa"/>
            <w:vAlign w:val="center"/>
          </w:tcPr>
          <w:p w14:paraId="44CC77F8" w14:textId="77777777" w:rsidR="00A45093" w:rsidRPr="00EA6B76" w:rsidRDefault="009C00CD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</w:t>
            </w:r>
            <w:r w:rsidR="00A45093"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A45093" w:rsidRPr="00803E6B" w14:paraId="60FB3372" w14:textId="77777777" w:rsidTr="00EA6B76">
        <w:tc>
          <w:tcPr>
            <w:tcW w:w="1974" w:type="dxa"/>
          </w:tcPr>
          <w:p w14:paraId="2C5A0FAB" w14:textId="77777777"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85" w:type="dxa"/>
          </w:tcPr>
          <w:p w14:paraId="1617D4B0" w14:textId="77777777" w:rsidR="00A45093" w:rsidRPr="00B24C14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świadomy i aktywny udział w zajęciach,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C14">
              <w:rPr>
                <w:rFonts w:ascii="Corbel" w:hAnsi="Corbel"/>
                <w:sz w:val="24"/>
                <w:szCs w:val="24"/>
              </w:rPr>
              <w:t>obserwacja w trakcie zajęć.</w:t>
            </w:r>
          </w:p>
        </w:tc>
        <w:tc>
          <w:tcPr>
            <w:tcW w:w="2287" w:type="dxa"/>
            <w:vAlign w:val="center"/>
          </w:tcPr>
          <w:p w14:paraId="2B4714F1" w14:textId="77777777" w:rsidR="00A45093" w:rsidRPr="00EA6B76" w:rsidRDefault="009C00CD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  <w:r w:rsidR="00A45093" w:rsidRPr="00EA6B76">
              <w:rPr>
                <w:rFonts w:ascii="Corbel" w:hAnsi="Corbel"/>
                <w:sz w:val="24"/>
                <w:szCs w:val="24"/>
              </w:rPr>
              <w:t>, W.</w:t>
            </w:r>
          </w:p>
        </w:tc>
      </w:tr>
    </w:tbl>
    <w:p w14:paraId="1FF18AB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6329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74E4F0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59D7427" w14:textId="77777777" w:rsidTr="00D02EDA">
        <w:tc>
          <w:tcPr>
            <w:tcW w:w="9670" w:type="dxa"/>
          </w:tcPr>
          <w:p w14:paraId="223BDA3A" w14:textId="77777777"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uczestnictwo w zajęciach</w:t>
            </w:r>
          </w:p>
          <w:p w14:paraId="6D2FAC7F" w14:textId="77777777"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aktywność podczas zajęć</w:t>
            </w:r>
          </w:p>
          <w:p w14:paraId="58F984A3" w14:textId="77777777"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przygotowania i prowadzenia scenariuszy zajęć</w:t>
            </w:r>
          </w:p>
          <w:p w14:paraId="77624ED5" w14:textId="77777777"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14:paraId="1177379E" w14:textId="77777777"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notatek z hospitacji zajęć</w:t>
            </w:r>
          </w:p>
        </w:tc>
      </w:tr>
    </w:tbl>
    <w:p w14:paraId="247DC8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74145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3C88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347A3351" w14:textId="77777777" w:rsidTr="006C04CA">
        <w:tc>
          <w:tcPr>
            <w:tcW w:w="4111" w:type="dxa"/>
            <w:vAlign w:val="center"/>
          </w:tcPr>
          <w:p w14:paraId="755404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vAlign w:val="center"/>
          </w:tcPr>
          <w:p w14:paraId="332F31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DE89B7E" w14:textId="77777777" w:rsidTr="006C04CA">
        <w:tc>
          <w:tcPr>
            <w:tcW w:w="4111" w:type="dxa"/>
          </w:tcPr>
          <w:p w14:paraId="4F0F719B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E863694" w14:textId="77777777" w:rsidR="0085747A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0054BBEB" w14:textId="77777777" w:rsidTr="006C04CA">
        <w:tc>
          <w:tcPr>
            <w:tcW w:w="4111" w:type="dxa"/>
          </w:tcPr>
          <w:p w14:paraId="7FA1EE70" w14:textId="77777777"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452B56" w14:textId="77777777"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5528" w:type="dxa"/>
          </w:tcPr>
          <w:p w14:paraId="329C4468" w14:textId="77777777"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FF90C2C" w14:textId="77777777" w:rsidR="00C61DC5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6BD6721" w14:textId="77777777" w:rsidTr="006C04CA">
        <w:tc>
          <w:tcPr>
            <w:tcW w:w="4111" w:type="dxa"/>
          </w:tcPr>
          <w:p w14:paraId="4DB9E83C" w14:textId="77777777"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14:paraId="700F12A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0D4C46A6" w14:textId="77777777"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23F1304" w14:textId="77777777"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</w:p>
          <w:p w14:paraId="08C94996" w14:textId="77777777"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5528" w:type="dxa"/>
          </w:tcPr>
          <w:p w14:paraId="2D18BDC2" w14:textId="77777777" w:rsidR="00C61DC5" w:rsidRDefault="00C61DC5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349325" w14:textId="77777777" w:rsidR="007444BB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0FDB9D9" w14:textId="77777777"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00CF97A5" w14:textId="77777777" w:rsidR="007444BB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36F9584E" w14:textId="77777777" w:rsidR="007444BB" w:rsidRPr="009C54AE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7E231EA0" w14:textId="77777777" w:rsidTr="006C04CA">
        <w:tc>
          <w:tcPr>
            <w:tcW w:w="4111" w:type="dxa"/>
          </w:tcPr>
          <w:p w14:paraId="7B2A24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5528" w:type="dxa"/>
          </w:tcPr>
          <w:p w14:paraId="1ABA74E4" w14:textId="77777777" w:rsidR="0085747A" w:rsidRPr="009C54AE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13A1A3C6" w14:textId="77777777" w:rsidTr="006C04CA">
        <w:tc>
          <w:tcPr>
            <w:tcW w:w="4111" w:type="dxa"/>
          </w:tcPr>
          <w:p w14:paraId="245ACB2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528" w:type="dxa"/>
          </w:tcPr>
          <w:p w14:paraId="4A2F4CC9" w14:textId="77777777" w:rsidR="0085747A" w:rsidRPr="009C54AE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1493D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929D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475C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AAAC4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6539305" w14:textId="77777777" w:rsidTr="0071620A">
        <w:trPr>
          <w:trHeight w:val="397"/>
        </w:trPr>
        <w:tc>
          <w:tcPr>
            <w:tcW w:w="3544" w:type="dxa"/>
          </w:tcPr>
          <w:p w14:paraId="044A57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2FAB08B" w14:textId="77777777"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706134A9" w14:textId="77777777" w:rsidTr="0071620A">
        <w:trPr>
          <w:trHeight w:val="397"/>
        </w:trPr>
        <w:tc>
          <w:tcPr>
            <w:tcW w:w="3544" w:type="dxa"/>
          </w:tcPr>
          <w:p w14:paraId="5F3C0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E02E6E9" w14:textId="77777777"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14:paraId="5C2E24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2F3B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C1407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2A17B21" w14:textId="77777777" w:rsidTr="00D02EDA">
        <w:trPr>
          <w:trHeight w:val="397"/>
        </w:trPr>
        <w:tc>
          <w:tcPr>
            <w:tcW w:w="7513" w:type="dxa"/>
          </w:tcPr>
          <w:p w14:paraId="6769B538" w14:textId="77777777"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D5A1CC7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M., Zabawy i gry ruchowe w zajęciach sportowych. Warszawa, 2002.</w:t>
            </w:r>
          </w:p>
          <w:p w14:paraId="650EECA9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Dolata E., Pusz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Wczesna edukacja dziecka.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Wydawnictwo Uniwersytetu Rzeszowskiego, Rzeszów, 2013.</w:t>
            </w:r>
          </w:p>
          <w:p w14:paraId="0899FE98" w14:textId="77777777"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Warszawa, 2006.</w:t>
            </w:r>
          </w:p>
          <w:p w14:paraId="16C8AF9D" w14:textId="77777777" w:rsidR="00EA45F2" w:rsidRPr="00EA45F2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Madejski E., Węglarz J., Wybrane zagadnienia współczesnej metodyki wychowania fizycznego, Podręcznik dla nauczycieli i studentów, Im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lastRenderedPageBreak/>
              <w:t>puls, 2017.</w:t>
            </w:r>
          </w:p>
          <w:p w14:paraId="2C05DBD3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14:paraId="77CEF38F" w14:textId="77777777"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fizycznego.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14:paraId="5962A0D8" w14:textId="77777777" w:rsidR="00EA45F2" w:rsidRPr="00D02EDA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14:paraId="37C16DE3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Podstawa Programowa dla przedszkoli i klas 1-3 z </w:t>
            </w:r>
            <w:proofErr w:type="spellStart"/>
            <w:r w:rsidRPr="00D02EDA">
              <w:rPr>
                <w:rFonts w:ascii="Corbel" w:hAnsi="Corbel"/>
                <w:sz w:val="24"/>
                <w:szCs w:val="24"/>
              </w:rPr>
              <w:t>omówieniami</w:t>
            </w:r>
            <w:proofErr w:type="spellEnd"/>
            <w:r w:rsidRPr="00D02E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7FF1FF31" w14:textId="77777777" w:rsidTr="00D02EDA">
        <w:trPr>
          <w:trHeight w:val="397"/>
        </w:trPr>
        <w:tc>
          <w:tcPr>
            <w:tcW w:w="7513" w:type="dxa"/>
          </w:tcPr>
          <w:p w14:paraId="57FD5669" w14:textId="77777777"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E8E78B" w14:textId="77777777"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14:paraId="7E077A76" w14:textId="77777777"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Zaborniak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14:paraId="01D804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3516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AF2F8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2077B" w14:textId="77777777" w:rsidR="00F84654" w:rsidRDefault="00F84654" w:rsidP="00C16ABF">
      <w:pPr>
        <w:spacing w:after="0" w:line="240" w:lineRule="auto"/>
      </w:pPr>
      <w:r>
        <w:separator/>
      </w:r>
    </w:p>
  </w:endnote>
  <w:endnote w:type="continuationSeparator" w:id="0">
    <w:p w14:paraId="0925A535" w14:textId="77777777" w:rsidR="00F84654" w:rsidRDefault="00F846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F20B9" w14:textId="77777777" w:rsidR="00F84654" w:rsidRDefault="00F84654" w:rsidP="00C16ABF">
      <w:pPr>
        <w:spacing w:after="0" w:line="240" w:lineRule="auto"/>
      </w:pPr>
      <w:r>
        <w:separator/>
      </w:r>
    </w:p>
  </w:footnote>
  <w:footnote w:type="continuationSeparator" w:id="0">
    <w:p w14:paraId="7B605D02" w14:textId="77777777" w:rsidR="00F84654" w:rsidRDefault="00F84654" w:rsidP="00C16ABF">
      <w:pPr>
        <w:spacing w:after="0" w:line="240" w:lineRule="auto"/>
      </w:pPr>
      <w:r>
        <w:continuationSeparator/>
      </w:r>
    </w:p>
  </w:footnote>
  <w:footnote w:id="1">
    <w:p w14:paraId="763147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C80"/>
    <w:rsid w:val="00070ED6"/>
    <w:rsid w:val="000742DC"/>
    <w:rsid w:val="00084C12"/>
    <w:rsid w:val="000901CE"/>
    <w:rsid w:val="0009462C"/>
    <w:rsid w:val="00094B12"/>
    <w:rsid w:val="00096C46"/>
    <w:rsid w:val="000A296F"/>
    <w:rsid w:val="000A2A28"/>
    <w:rsid w:val="000B192D"/>
    <w:rsid w:val="000B28EE"/>
    <w:rsid w:val="000B3E37"/>
    <w:rsid w:val="000B6F5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6C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A1E"/>
    <w:rsid w:val="003C0BAE"/>
    <w:rsid w:val="003C78E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C01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26D1A"/>
    <w:rsid w:val="005363C4"/>
    <w:rsid w:val="00536BDE"/>
    <w:rsid w:val="00543ACC"/>
    <w:rsid w:val="0056696D"/>
    <w:rsid w:val="00573EF9"/>
    <w:rsid w:val="0059484D"/>
    <w:rsid w:val="005A0855"/>
    <w:rsid w:val="005A103E"/>
    <w:rsid w:val="005A3196"/>
    <w:rsid w:val="005C080F"/>
    <w:rsid w:val="005C55E5"/>
    <w:rsid w:val="005C696A"/>
    <w:rsid w:val="005E6E85"/>
    <w:rsid w:val="005F31D2"/>
    <w:rsid w:val="0061029B"/>
    <w:rsid w:val="0061720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4CA"/>
    <w:rsid w:val="006D050F"/>
    <w:rsid w:val="006D6139"/>
    <w:rsid w:val="006D64A9"/>
    <w:rsid w:val="006E5D65"/>
    <w:rsid w:val="006F1282"/>
    <w:rsid w:val="006F1FBC"/>
    <w:rsid w:val="006F31E2"/>
    <w:rsid w:val="0070447F"/>
    <w:rsid w:val="00706544"/>
    <w:rsid w:val="007072BA"/>
    <w:rsid w:val="007079E5"/>
    <w:rsid w:val="0071347B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286B"/>
    <w:rsid w:val="00763BF1"/>
    <w:rsid w:val="00766FD4"/>
    <w:rsid w:val="0078168C"/>
    <w:rsid w:val="00782192"/>
    <w:rsid w:val="00787C2A"/>
    <w:rsid w:val="00790E27"/>
    <w:rsid w:val="007A4022"/>
    <w:rsid w:val="007A6E6E"/>
    <w:rsid w:val="007C3299"/>
    <w:rsid w:val="007C3BCC"/>
    <w:rsid w:val="007C4546"/>
    <w:rsid w:val="007C7AEB"/>
    <w:rsid w:val="007D5596"/>
    <w:rsid w:val="007D6E56"/>
    <w:rsid w:val="007F1652"/>
    <w:rsid w:val="007F4155"/>
    <w:rsid w:val="00813F25"/>
    <w:rsid w:val="0081554D"/>
    <w:rsid w:val="0081707E"/>
    <w:rsid w:val="00831D62"/>
    <w:rsid w:val="008449B3"/>
    <w:rsid w:val="00856CE0"/>
    <w:rsid w:val="0085747A"/>
    <w:rsid w:val="00884922"/>
    <w:rsid w:val="00885F64"/>
    <w:rsid w:val="008917F9"/>
    <w:rsid w:val="008A45F7"/>
    <w:rsid w:val="008B4E7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00CD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601C8"/>
    <w:rsid w:val="00A60799"/>
    <w:rsid w:val="00A84C85"/>
    <w:rsid w:val="00A97DE1"/>
    <w:rsid w:val="00AB053C"/>
    <w:rsid w:val="00AB14CE"/>
    <w:rsid w:val="00AC5142"/>
    <w:rsid w:val="00AD1146"/>
    <w:rsid w:val="00AD27D3"/>
    <w:rsid w:val="00AD66D6"/>
    <w:rsid w:val="00AE1160"/>
    <w:rsid w:val="00AE203C"/>
    <w:rsid w:val="00AE2E74"/>
    <w:rsid w:val="00AE3526"/>
    <w:rsid w:val="00AE5FCB"/>
    <w:rsid w:val="00AF2C1E"/>
    <w:rsid w:val="00B030BE"/>
    <w:rsid w:val="00B06142"/>
    <w:rsid w:val="00B135B1"/>
    <w:rsid w:val="00B24C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AAF"/>
    <w:rsid w:val="00BB520A"/>
    <w:rsid w:val="00BC1DA6"/>
    <w:rsid w:val="00BD3869"/>
    <w:rsid w:val="00BD66E9"/>
    <w:rsid w:val="00BD6FF4"/>
    <w:rsid w:val="00BF2C41"/>
    <w:rsid w:val="00BF3563"/>
    <w:rsid w:val="00C058B4"/>
    <w:rsid w:val="00C05F44"/>
    <w:rsid w:val="00C131B5"/>
    <w:rsid w:val="00C16ABF"/>
    <w:rsid w:val="00C170AE"/>
    <w:rsid w:val="00C26CB7"/>
    <w:rsid w:val="00C324C1"/>
    <w:rsid w:val="00C36992"/>
    <w:rsid w:val="00C466FA"/>
    <w:rsid w:val="00C56036"/>
    <w:rsid w:val="00C61DC5"/>
    <w:rsid w:val="00C67E92"/>
    <w:rsid w:val="00C70A26"/>
    <w:rsid w:val="00C75DBA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1BD"/>
    <w:rsid w:val="00D02B25"/>
    <w:rsid w:val="00D02EBA"/>
    <w:rsid w:val="00D02EDA"/>
    <w:rsid w:val="00D17C3C"/>
    <w:rsid w:val="00D26B2C"/>
    <w:rsid w:val="00D352C9"/>
    <w:rsid w:val="00D425B2"/>
    <w:rsid w:val="00D428D6"/>
    <w:rsid w:val="00D552B2"/>
    <w:rsid w:val="00D608D1"/>
    <w:rsid w:val="00D715BA"/>
    <w:rsid w:val="00D74119"/>
    <w:rsid w:val="00D8075B"/>
    <w:rsid w:val="00D8678B"/>
    <w:rsid w:val="00DA2114"/>
    <w:rsid w:val="00DA7AC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5F2"/>
    <w:rsid w:val="00EA4832"/>
    <w:rsid w:val="00EA4E9D"/>
    <w:rsid w:val="00EA6B76"/>
    <w:rsid w:val="00EC4899"/>
    <w:rsid w:val="00ED03AB"/>
    <w:rsid w:val="00ED32D2"/>
    <w:rsid w:val="00EE073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654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0E12E"/>
  <w15:docId w15:val="{0026AB9D-DDB1-4499-A56E-B05C25E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51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51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514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51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514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56803-4E84-4F18-ABF7-85D4DEA38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5</Pages>
  <Words>1127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2020-11-09T08:50:00Z</cp:lastPrinted>
  <dcterms:created xsi:type="dcterms:W3CDTF">2020-11-09T08:42:00Z</dcterms:created>
  <dcterms:modified xsi:type="dcterms:W3CDTF">2023-04-20T12:45:00Z</dcterms:modified>
</cp:coreProperties>
</file>